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809D7" w14:textId="77777777" w:rsidR="000808CE" w:rsidRPr="002F155F"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2F155F">
        <w:rPr>
          <w:rFonts w:asciiTheme="minorHAnsi" w:hAnsiTheme="minorHAnsi"/>
          <w:b w:val="0"/>
          <w:sz w:val="48"/>
          <w:szCs w:val="48"/>
        </w:rPr>
        <w:t>SMLOUV</w:t>
      </w:r>
      <w:r w:rsidRPr="002F155F">
        <w:rPr>
          <w:rFonts w:asciiTheme="minorHAnsi" w:hAnsiTheme="minorHAnsi"/>
          <w:b w:val="0"/>
          <w:sz w:val="48"/>
          <w:szCs w:val="48"/>
        </w:rPr>
        <w:t>Y</w:t>
      </w:r>
      <w:r w:rsidR="000808CE" w:rsidRPr="002F155F">
        <w:rPr>
          <w:rFonts w:asciiTheme="minorHAnsi" w:hAnsiTheme="minorHAnsi"/>
          <w:b w:val="0"/>
          <w:sz w:val="48"/>
          <w:szCs w:val="48"/>
        </w:rPr>
        <w:t xml:space="preserve"> O DÍLO</w:t>
      </w:r>
    </w:p>
    <w:p w14:paraId="4B7E3108" w14:textId="7EA2F34C" w:rsidR="00882E39" w:rsidRPr="002F155F" w:rsidRDefault="00C1048B" w:rsidP="00F56CA0">
      <w:pPr>
        <w:widowControl w:val="0"/>
        <w:autoSpaceDE w:val="0"/>
        <w:autoSpaceDN w:val="0"/>
        <w:adjustRightInd w:val="0"/>
        <w:spacing w:after="160"/>
        <w:jc w:val="center"/>
        <w:rPr>
          <w:rFonts w:asciiTheme="minorHAnsi" w:hAnsiTheme="minorHAnsi"/>
          <w:bCs/>
          <w:sz w:val="36"/>
          <w:szCs w:val="36"/>
        </w:rPr>
      </w:pPr>
      <w:r w:rsidRPr="002F155F">
        <w:rPr>
          <w:rFonts w:asciiTheme="minorHAnsi" w:hAnsiTheme="minorHAnsi"/>
          <w:bCs/>
          <w:sz w:val="36"/>
          <w:szCs w:val="36"/>
        </w:rPr>
        <w:t>č.</w:t>
      </w:r>
      <w:r w:rsidR="00882E39" w:rsidRPr="002F155F">
        <w:rPr>
          <w:rFonts w:asciiTheme="minorHAnsi" w:hAnsiTheme="minorHAnsi"/>
          <w:bCs/>
          <w:sz w:val="36"/>
          <w:szCs w:val="36"/>
        </w:rPr>
        <w:t xml:space="preserve"> </w:t>
      </w:r>
      <w:r w:rsidR="00E95CD6" w:rsidRPr="002F155F">
        <w:rPr>
          <w:rFonts w:asciiTheme="minorHAnsi" w:hAnsiTheme="minorHAnsi"/>
          <w:bCs/>
          <w:sz w:val="36"/>
          <w:szCs w:val="36"/>
        </w:rPr>
        <w:t>ORM</w:t>
      </w:r>
      <w:r w:rsidR="00882E39" w:rsidRPr="002F155F">
        <w:rPr>
          <w:rFonts w:asciiTheme="minorHAnsi" w:hAnsiTheme="minorHAnsi"/>
          <w:bCs/>
          <w:sz w:val="36"/>
          <w:szCs w:val="36"/>
        </w:rPr>
        <w:t>/</w:t>
      </w:r>
      <w:r w:rsidR="002F155F" w:rsidRPr="002F155F">
        <w:rPr>
          <w:rFonts w:asciiTheme="minorHAnsi" w:hAnsiTheme="minorHAnsi"/>
          <w:bCs/>
          <w:sz w:val="36"/>
          <w:szCs w:val="36"/>
        </w:rPr>
        <w:t>2148</w:t>
      </w:r>
      <w:r w:rsidR="00882E39" w:rsidRPr="002F155F">
        <w:rPr>
          <w:rFonts w:asciiTheme="minorHAnsi" w:hAnsiTheme="minorHAnsi"/>
          <w:bCs/>
          <w:sz w:val="36"/>
          <w:szCs w:val="36"/>
        </w:rPr>
        <w:t>/</w:t>
      </w:r>
      <w:r w:rsidR="002F155F" w:rsidRPr="002F155F">
        <w:rPr>
          <w:rFonts w:asciiTheme="minorHAnsi" w:hAnsiTheme="minorHAnsi"/>
          <w:bCs/>
          <w:sz w:val="36"/>
          <w:szCs w:val="36"/>
        </w:rPr>
        <w:t>1</w:t>
      </w:r>
      <w:r w:rsidR="004005FA" w:rsidRPr="002F155F">
        <w:rPr>
          <w:rFonts w:asciiTheme="minorHAnsi" w:hAnsiTheme="minorHAnsi"/>
          <w:bCs/>
          <w:sz w:val="36"/>
          <w:szCs w:val="36"/>
        </w:rPr>
        <w:t>/</w:t>
      </w:r>
      <w:r w:rsidR="00882E39" w:rsidRPr="002F155F">
        <w:rPr>
          <w:rFonts w:asciiTheme="minorHAnsi" w:hAnsiTheme="minorHAnsi"/>
          <w:bCs/>
          <w:sz w:val="36"/>
          <w:szCs w:val="36"/>
        </w:rPr>
        <w:t>20</w:t>
      </w:r>
      <w:r w:rsidR="007E3E44" w:rsidRPr="002F155F">
        <w:rPr>
          <w:rFonts w:asciiTheme="minorHAnsi" w:hAnsiTheme="minorHAnsi"/>
          <w:bCs/>
          <w:sz w:val="36"/>
          <w:szCs w:val="36"/>
        </w:rPr>
        <w:t>2</w:t>
      </w:r>
      <w:r w:rsidR="00A300CE" w:rsidRPr="002F155F">
        <w:rPr>
          <w:rFonts w:asciiTheme="minorHAnsi" w:hAnsiTheme="minorHAnsi"/>
          <w:bCs/>
          <w:sz w:val="36"/>
          <w:szCs w:val="36"/>
        </w:rPr>
        <w:t>1</w:t>
      </w:r>
    </w:p>
    <w:p w14:paraId="432BD506" w14:textId="77777777" w:rsidR="00882E39" w:rsidRPr="002F155F"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2F155F">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2F155F">
          <w:rPr>
            <w:rFonts w:asciiTheme="minorHAnsi" w:hAnsiTheme="minorHAnsi"/>
            <w:sz w:val="22"/>
            <w:szCs w:val="22"/>
          </w:rPr>
          <w:t>2586</w:t>
        </w:r>
        <w:r w:rsidRPr="002F155F">
          <w:rPr>
            <w:rFonts w:asciiTheme="minorHAnsi" w:hAnsiTheme="minorHAnsi"/>
            <w:sz w:val="22"/>
            <w:szCs w:val="22"/>
          </w:rPr>
          <w:t xml:space="preserve"> a</w:t>
        </w:r>
      </w:smartTag>
      <w:r w:rsidRPr="002F155F">
        <w:rPr>
          <w:rFonts w:asciiTheme="minorHAnsi" w:hAnsiTheme="minorHAnsi"/>
          <w:sz w:val="22"/>
          <w:szCs w:val="22"/>
        </w:rPr>
        <w:t xml:space="preserve"> následujících</w:t>
      </w:r>
      <w:r w:rsidR="00BE2447" w:rsidRPr="002F155F">
        <w:rPr>
          <w:rFonts w:asciiTheme="minorHAnsi" w:hAnsiTheme="minorHAnsi"/>
          <w:sz w:val="22"/>
          <w:szCs w:val="22"/>
        </w:rPr>
        <w:t xml:space="preserve"> </w:t>
      </w:r>
      <w:r w:rsidRPr="002F155F">
        <w:rPr>
          <w:rFonts w:asciiTheme="minorHAnsi" w:hAnsiTheme="minorHAnsi"/>
          <w:sz w:val="22"/>
          <w:szCs w:val="22"/>
        </w:rPr>
        <w:t xml:space="preserve">zákona č. </w:t>
      </w:r>
      <w:r w:rsidR="00246257" w:rsidRPr="002F155F">
        <w:rPr>
          <w:rFonts w:asciiTheme="minorHAnsi" w:hAnsiTheme="minorHAnsi"/>
          <w:sz w:val="22"/>
          <w:szCs w:val="22"/>
        </w:rPr>
        <w:t>89/2012</w:t>
      </w:r>
      <w:r w:rsidRPr="002F155F">
        <w:rPr>
          <w:rFonts w:asciiTheme="minorHAnsi" w:hAnsiTheme="minorHAnsi"/>
          <w:sz w:val="22"/>
          <w:szCs w:val="22"/>
        </w:rPr>
        <w:t xml:space="preserve"> Sb., </w:t>
      </w:r>
      <w:r w:rsidR="00246257" w:rsidRPr="002F155F">
        <w:rPr>
          <w:rFonts w:asciiTheme="minorHAnsi" w:hAnsiTheme="minorHAnsi"/>
          <w:sz w:val="22"/>
          <w:szCs w:val="22"/>
        </w:rPr>
        <w:t>občanský</w:t>
      </w:r>
      <w:r w:rsidR="00A26E06" w:rsidRPr="002F155F">
        <w:rPr>
          <w:rFonts w:asciiTheme="minorHAnsi" w:hAnsiTheme="minorHAnsi"/>
          <w:sz w:val="22"/>
          <w:szCs w:val="22"/>
        </w:rPr>
        <w:t xml:space="preserve"> zákoník</w:t>
      </w:r>
      <w:r w:rsidRPr="002F155F">
        <w:rPr>
          <w:rFonts w:asciiTheme="minorHAnsi" w:hAnsiTheme="minorHAnsi"/>
          <w:sz w:val="22"/>
          <w:szCs w:val="22"/>
        </w:rPr>
        <w:t>,</w:t>
      </w:r>
      <w:r w:rsidR="00F56CA0" w:rsidRPr="002F155F">
        <w:rPr>
          <w:rFonts w:asciiTheme="minorHAnsi" w:hAnsiTheme="minorHAnsi"/>
          <w:sz w:val="22"/>
          <w:szCs w:val="22"/>
        </w:rPr>
        <w:br/>
      </w:r>
      <w:r w:rsidRPr="002F155F">
        <w:rPr>
          <w:rFonts w:asciiTheme="minorHAnsi" w:hAnsiTheme="minorHAnsi"/>
          <w:sz w:val="22"/>
          <w:szCs w:val="22"/>
        </w:rPr>
        <w:t>v</w:t>
      </w:r>
      <w:r w:rsidR="00A26E06" w:rsidRPr="002F155F">
        <w:rPr>
          <w:rFonts w:asciiTheme="minorHAnsi" w:hAnsiTheme="minorHAnsi"/>
          <w:sz w:val="22"/>
          <w:szCs w:val="22"/>
        </w:rPr>
        <w:t>e</w:t>
      </w:r>
      <w:r w:rsidRPr="002F155F">
        <w:rPr>
          <w:rFonts w:asciiTheme="minorHAnsi" w:hAnsiTheme="minorHAnsi"/>
          <w:sz w:val="22"/>
          <w:szCs w:val="22"/>
        </w:rPr>
        <w:t xml:space="preserve"> znění</w:t>
      </w:r>
      <w:r w:rsidR="00A26E06" w:rsidRPr="002F155F">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68423880"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2F155F" w:rsidRPr="00E22F13">
        <w:rPr>
          <w:rFonts w:ascii="Calibri" w:hAnsi="Calibri" w:cs="Arial"/>
        </w:rPr>
        <w:t>Rekonstrukce ploch kolem domu č.p. 1171 – 1173 v ul. Zborovská</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465AA5" w:rsidRDefault="00376854" w:rsidP="00673C1D">
      <w:pPr>
        <w:widowControl w:val="0"/>
        <w:jc w:val="both"/>
        <w:rPr>
          <w:iCs/>
          <w:sz w:val="6"/>
          <w:szCs w:val="6"/>
        </w:rPr>
      </w:pPr>
    </w:p>
    <w:p w14:paraId="7013FDAE" w14:textId="30E8D626" w:rsidR="00882E39" w:rsidRPr="002F155F" w:rsidRDefault="00996801" w:rsidP="00E52341">
      <w:pPr>
        <w:pStyle w:val="Bod2"/>
        <w:ind w:left="1560" w:hanging="993"/>
        <w:rPr>
          <w:color w:val="auto"/>
        </w:rPr>
      </w:pPr>
      <w:r w:rsidRPr="0095431C">
        <w:t>Název</w:t>
      </w:r>
      <w:r w:rsidR="00882E39" w:rsidRPr="0095431C">
        <w:t>:</w:t>
      </w:r>
      <w:r w:rsidR="0095431C" w:rsidRPr="0095431C">
        <w:tab/>
      </w:r>
      <w:r w:rsidR="002F155F" w:rsidRPr="00E22F13">
        <w:rPr>
          <w:rFonts w:ascii="Calibri" w:hAnsi="Calibri" w:cs="Arial"/>
        </w:rPr>
        <w:t xml:space="preserve">Rekonstrukce </w:t>
      </w:r>
      <w:r w:rsidR="002F155F" w:rsidRPr="002F155F">
        <w:rPr>
          <w:rFonts w:ascii="Calibri" w:hAnsi="Calibri" w:cs="Arial"/>
          <w:color w:val="auto"/>
        </w:rPr>
        <w:t>ploch kolem domu č.p. 1171 – 1173 v ul. Zborovská</w:t>
      </w:r>
    </w:p>
    <w:p w14:paraId="49F7EEDA" w14:textId="20495DAB" w:rsidR="005F6119" w:rsidRPr="002F155F" w:rsidRDefault="00996801" w:rsidP="00E52341">
      <w:pPr>
        <w:pStyle w:val="Bod2"/>
        <w:ind w:left="1560" w:hanging="993"/>
        <w:rPr>
          <w:color w:val="auto"/>
        </w:rPr>
      </w:pPr>
      <w:r w:rsidRPr="002F155F">
        <w:rPr>
          <w:color w:val="auto"/>
        </w:rPr>
        <w:t>Místo</w:t>
      </w:r>
      <w:r w:rsidR="00882E39" w:rsidRPr="002F155F">
        <w:rPr>
          <w:color w:val="auto"/>
        </w:rPr>
        <w:t>:</w:t>
      </w:r>
      <w:r w:rsidR="0095431C" w:rsidRPr="002F155F">
        <w:rPr>
          <w:color w:val="auto"/>
        </w:rPr>
        <w:tab/>
      </w:r>
      <w:r w:rsidR="00056170" w:rsidRPr="002F155F">
        <w:rPr>
          <w:color w:val="auto"/>
        </w:rPr>
        <w:t>Ústí nad Orlicí</w:t>
      </w:r>
      <w:r w:rsidR="002F155F" w:rsidRPr="002F155F">
        <w:rPr>
          <w:color w:val="auto"/>
        </w:rPr>
        <w:t>, ul. Zborovská</w:t>
      </w:r>
    </w:p>
    <w:p w14:paraId="4792F7BD" w14:textId="77777777" w:rsidR="00882E39" w:rsidRPr="002F155F" w:rsidRDefault="005F6119" w:rsidP="00E52341">
      <w:pPr>
        <w:pStyle w:val="Bod2"/>
        <w:ind w:left="1560" w:hanging="993"/>
        <w:rPr>
          <w:color w:val="auto"/>
        </w:rPr>
      </w:pPr>
      <w:r w:rsidRPr="002F155F">
        <w:rPr>
          <w:color w:val="auto"/>
        </w:rPr>
        <w:t>Investor:</w:t>
      </w:r>
      <w:r w:rsidR="0095431C" w:rsidRPr="002F155F">
        <w:rPr>
          <w:color w:val="auto"/>
        </w:rPr>
        <w:tab/>
      </w:r>
      <w:r w:rsidR="00882E39" w:rsidRPr="002F155F">
        <w:rPr>
          <w:color w:val="auto"/>
        </w:rPr>
        <w:t>Město Ústí nad Orlicí</w:t>
      </w:r>
      <w:r w:rsidR="00882E39" w:rsidRPr="002F155F">
        <w:rPr>
          <w:color w:val="auto"/>
        </w:rPr>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7699E257" w14:textId="40474A27" w:rsidR="00882E39" w:rsidRDefault="00882E39" w:rsidP="000742BE">
      <w:pPr>
        <w:pStyle w:val="Bod1"/>
      </w:pPr>
      <w:r w:rsidRPr="00C1048B">
        <w:t>3.1</w:t>
      </w:r>
      <w:r w:rsidRPr="0095431C">
        <w:tab/>
      </w:r>
      <w:r w:rsidR="00B34247">
        <w:t>Předmětem této smlouvy je provedení akce „</w:t>
      </w:r>
      <w:r w:rsidR="002F155F" w:rsidRPr="00E22F13">
        <w:rPr>
          <w:rFonts w:ascii="Calibri" w:hAnsi="Calibri" w:cs="Arial"/>
        </w:rPr>
        <w:t>Rekonstrukce ploch kolem domu č.p. 1171 – 1173 v ul. Zborovská</w:t>
      </w:r>
      <w:r w:rsidR="00B34247">
        <w:t xml:space="preserve">“. Jedná se o </w:t>
      </w:r>
      <w:r w:rsidR="002F155F" w:rsidRPr="00E22F13">
        <w:rPr>
          <w:rFonts w:ascii="Calibri" w:hAnsi="Calibri" w:cs="Arial"/>
          <w:b/>
          <w:color w:val="auto"/>
        </w:rPr>
        <w:t>rekonstrukc</w:t>
      </w:r>
      <w:r w:rsidR="002F155F">
        <w:rPr>
          <w:rFonts w:ascii="Calibri" w:hAnsi="Calibri" w:cs="Arial"/>
          <w:b/>
          <w:color w:val="auto"/>
        </w:rPr>
        <w:t>i</w:t>
      </w:r>
      <w:r w:rsidR="002F155F" w:rsidRPr="00E22F13">
        <w:rPr>
          <w:rFonts w:ascii="Calibri" w:hAnsi="Calibri" w:cs="Arial"/>
          <w:b/>
          <w:color w:val="auto"/>
        </w:rPr>
        <w:t xml:space="preserve"> stávajících zpevněných ploch v ulici Zborovská ve městě Ústí nad Orlicí kolem bytového domu č.p. 1171 – 1173 v celkové délce cca. 88 m a v prostorovém uspořádání, které respektuje stávající stav s doplněním nových parkovacích stání. </w:t>
      </w:r>
      <w:r w:rsidR="002F155F" w:rsidRPr="00E22F13">
        <w:rPr>
          <w:rFonts w:ascii="Calibri" w:eastAsia="Calibri" w:hAnsi="Calibri" w:cs="Calibri"/>
          <w:b/>
          <w:color w:val="auto"/>
        </w:rPr>
        <w:t xml:space="preserve">Součástí stavby </w:t>
      </w:r>
      <w:r w:rsidR="002F155F">
        <w:rPr>
          <w:rFonts w:ascii="Calibri" w:eastAsia="Calibri" w:hAnsi="Calibri" w:cs="Calibri"/>
          <w:b/>
          <w:color w:val="auto"/>
        </w:rPr>
        <w:t>je</w:t>
      </w:r>
      <w:r w:rsidR="002F155F" w:rsidRPr="00E22F13">
        <w:rPr>
          <w:rFonts w:ascii="Calibri" w:eastAsia="Calibri" w:hAnsi="Calibri" w:cs="Calibri"/>
          <w:b/>
          <w:color w:val="auto"/>
        </w:rPr>
        <w:t xml:space="preserve"> i rekonstrukce dešťové kanalizace v daném úseku, která vykazuje závady. Ta bude rekonstruována v původní trase</w:t>
      </w:r>
      <w:r w:rsidR="000742BE">
        <w:t>.</w:t>
      </w:r>
      <w:r w:rsidR="00993011" w:rsidRPr="00993011">
        <w:t xml:space="preserve"> Rozsah prací je specifikován projektovou </w:t>
      </w:r>
      <w:r w:rsidR="00993011" w:rsidRPr="00993011">
        <w:lastRenderedPageBreak/>
        <w:t>dokumentací a výkazem výměr vypracovaných</w:t>
      </w:r>
      <w:r w:rsidR="00993011">
        <w:t xml:space="preserve"> </w:t>
      </w:r>
      <w:r w:rsidR="002F155F">
        <w:rPr>
          <w:rFonts w:ascii="Calibri" w:hAnsi="Calibri" w:cs="Calibri"/>
        </w:rPr>
        <w:t>Ing. Jiří</w:t>
      </w:r>
      <w:r w:rsidR="002F155F">
        <w:rPr>
          <w:rFonts w:ascii="Calibri" w:hAnsi="Calibri" w:cs="Calibri"/>
        </w:rPr>
        <w:t>m</w:t>
      </w:r>
      <w:r w:rsidR="002F155F">
        <w:rPr>
          <w:rFonts w:ascii="Calibri" w:hAnsi="Calibri" w:cs="Calibri"/>
        </w:rPr>
        <w:t xml:space="preserve"> Cihlář</w:t>
      </w:r>
      <w:r w:rsidR="002F155F">
        <w:rPr>
          <w:rFonts w:ascii="Calibri" w:hAnsi="Calibri" w:cs="Calibri"/>
        </w:rPr>
        <w:t xml:space="preserve">em, </w:t>
      </w:r>
      <w:r w:rsidR="002F155F">
        <w:rPr>
          <w:rFonts w:ascii="Calibri" w:hAnsi="Calibri" w:cs="Calibri"/>
        </w:rPr>
        <w:t>Orlické nábřeží 1029, 565 01 Choceň</w:t>
      </w:r>
      <w:r w:rsidR="002F155F">
        <w:rPr>
          <w:rFonts w:ascii="Calibri" w:hAnsi="Calibri" w:cs="Calibri"/>
        </w:rPr>
        <w:t xml:space="preserve">, ČKAIT </w:t>
      </w:r>
      <w:r w:rsidR="002F155F">
        <w:rPr>
          <w:rFonts w:ascii="Calibri" w:hAnsi="Calibri" w:cs="Calibri"/>
        </w:rPr>
        <w:t>0701407</w:t>
      </w:r>
      <w:r w:rsidR="00993011">
        <w:t>.</w:t>
      </w: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24EDAF17" w14:textId="77777777" w:rsidR="00C1048B" w:rsidRDefault="00C1048B"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181F8D02" w:rsidR="00DF79AD" w:rsidRPr="002F155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2F155F" w:rsidRPr="002F155F">
        <w:rPr>
          <w:rFonts w:asciiTheme="minorHAnsi" w:hAnsiTheme="minorHAnsi"/>
          <w:iCs/>
          <w:sz w:val="22"/>
          <w:szCs w:val="22"/>
        </w:rPr>
        <w:t>1.6.2021</w:t>
      </w:r>
    </w:p>
    <w:p w14:paraId="5650262F" w14:textId="525488D2" w:rsidR="00996801" w:rsidRPr="002F155F" w:rsidRDefault="00DF79AD" w:rsidP="00E52341">
      <w:pPr>
        <w:widowControl w:val="0"/>
        <w:tabs>
          <w:tab w:val="left" w:pos="3969"/>
          <w:tab w:val="left" w:pos="7797"/>
        </w:tabs>
        <w:ind w:left="2552" w:hanging="1985"/>
        <w:jc w:val="both"/>
        <w:rPr>
          <w:rFonts w:asciiTheme="minorHAnsi" w:hAnsiTheme="minorHAnsi"/>
          <w:iCs/>
          <w:sz w:val="22"/>
          <w:szCs w:val="22"/>
        </w:rPr>
      </w:pPr>
      <w:r w:rsidRPr="002F155F">
        <w:rPr>
          <w:rFonts w:asciiTheme="minorHAnsi" w:hAnsiTheme="minorHAnsi"/>
          <w:iCs/>
          <w:sz w:val="22"/>
          <w:szCs w:val="22"/>
        </w:rPr>
        <w:t>Ukončení prací</w:t>
      </w:r>
      <w:r w:rsidR="002C75E8" w:rsidRPr="002F155F">
        <w:rPr>
          <w:rFonts w:asciiTheme="minorHAnsi" w:hAnsiTheme="minorHAnsi"/>
          <w:iCs/>
          <w:sz w:val="22"/>
          <w:szCs w:val="22"/>
        </w:rPr>
        <w:t xml:space="preserve"> do:</w:t>
      </w:r>
      <w:r w:rsidR="00E52341" w:rsidRPr="002F155F">
        <w:rPr>
          <w:rFonts w:asciiTheme="minorHAnsi" w:hAnsiTheme="minorHAnsi"/>
          <w:iCs/>
          <w:sz w:val="22"/>
          <w:szCs w:val="22"/>
        </w:rPr>
        <w:tab/>
      </w:r>
      <w:r w:rsidR="002F155F" w:rsidRPr="002F155F">
        <w:rPr>
          <w:rFonts w:asciiTheme="minorHAnsi" w:hAnsiTheme="minorHAnsi"/>
          <w:iCs/>
          <w:sz w:val="22"/>
          <w:szCs w:val="22"/>
        </w:rPr>
        <w:t>30.9.2021</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proofErr w:type="gramStart"/>
      <w:r w:rsidR="00993011">
        <w:rPr>
          <w:rFonts w:asciiTheme="minorHAnsi" w:hAnsiTheme="minorHAnsi"/>
          <w:iCs/>
          <w:sz w:val="22"/>
          <w:szCs w:val="22"/>
        </w:rPr>
        <w:t>…</w:t>
      </w:r>
      <w:r w:rsidR="00567849">
        <w:rPr>
          <w:rFonts w:asciiTheme="minorHAnsi" w:hAnsiTheme="minorHAnsi"/>
          <w:iCs/>
          <w:sz w:val="22"/>
          <w:szCs w:val="22"/>
        </w:rPr>
        <w:t>,-</w:t>
      </w:r>
      <w:proofErr w:type="gramEnd"/>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C1048B" w:rsidRDefault="00512B2D" w:rsidP="00567849">
      <w:pPr>
        <w:pStyle w:val="Bod1"/>
      </w:pPr>
      <w:r w:rsidRPr="00C1048B">
        <w:t>5.3</w:t>
      </w:r>
      <w:r w:rsidRPr="00C1048B">
        <w:tab/>
      </w:r>
      <w:r w:rsidR="00875826" w:rsidRPr="00C1048B">
        <w:t xml:space="preserve">Vzhledem k tomu, </w:t>
      </w:r>
      <w:r w:rsidR="00875826" w:rsidRPr="002F155F">
        <w:rPr>
          <w:color w:val="auto"/>
        </w:rPr>
        <w:t xml:space="preserve">že 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14:paraId="547B3CAD"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xml:space="preserve">. Fakturace bude probíhat na základě skutečně provedených prací </w:t>
      </w:r>
      <w:r w:rsidR="000B44F4" w:rsidRPr="00C1048B">
        <w:lastRenderedPageBreak/>
        <w:t>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2F155F"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 xml:space="preserve">eslání a den </w:t>
      </w:r>
      <w:r w:rsidR="00376854" w:rsidRPr="002F155F">
        <w:rPr>
          <w:rFonts w:asciiTheme="minorHAnsi" w:hAnsiTheme="minorHAnsi"/>
          <w:iCs/>
          <w:sz w:val="22"/>
          <w:szCs w:val="22"/>
        </w:rPr>
        <w:t>splatnosti faktury</w:t>
      </w:r>
    </w:p>
    <w:p w14:paraId="78F5690D" w14:textId="77777777" w:rsidR="00882E39" w:rsidRPr="002F155F" w:rsidRDefault="00882E39" w:rsidP="008B25D9">
      <w:pPr>
        <w:pStyle w:val="Zkladntext3"/>
        <w:numPr>
          <w:ilvl w:val="0"/>
          <w:numId w:val="17"/>
        </w:numPr>
        <w:tabs>
          <w:tab w:val="clear" w:pos="284"/>
        </w:tabs>
        <w:rPr>
          <w:rFonts w:asciiTheme="minorHAnsi" w:hAnsiTheme="minorHAnsi"/>
          <w:iCs/>
          <w:sz w:val="22"/>
          <w:szCs w:val="22"/>
        </w:rPr>
      </w:pPr>
      <w:r w:rsidRPr="002F155F">
        <w:rPr>
          <w:rFonts w:asciiTheme="minorHAnsi" w:hAnsiTheme="minorHAnsi"/>
          <w:iCs/>
          <w:sz w:val="22"/>
          <w:szCs w:val="22"/>
        </w:rPr>
        <w:t>označen</w:t>
      </w:r>
      <w:r w:rsidR="00376854" w:rsidRPr="002F155F">
        <w:rPr>
          <w:rFonts w:asciiTheme="minorHAnsi" w:hAnsiTheme="minorHAnsi"/>
          <w:iCs/>
          <w:sz w:val="22"/>
          <w:szCs w:val="22"/>
        </w:rPr>
        <w:t>í peněžního ústavu a číslo účtu</w:t>
      </w:r>
    </w:p>
    <w:p w14:paraId="79CC1E11" w14:textId="77777777" w:rsidR="00882E39" w:rsidRPr="002F155F" w:rsidRDefault="00376854" w:rsidP="008B25D9">
      <w:pPr>
        <w:pStyle w:val="Zkladntext3"/>
        <w:numPr>
          <w:ilvl w:val="0"/>
          <w:numId w:val="17"/>
        </w:numPr>
        <w:tabs>
          <w:tab w:val="clear" w:pos="284"/>
        </w:tabs>
        <w:rPr>
          <w:rFonts w:asciiTheme="minorHAnsi" w:hAnsiTheme="minorHAnsi"/>
          <w:iCs/>
          <w:sz w:val="22"/>
          <w:szCs w:val="22"/>
        </w:rPr>
      </w:pPr>
      <w:r w:rsidRPr="002F155F">
        <w:rPr>
          <w:rFonts w:asciiTheme="minorHAnsi" w:hAnsiTheme="minorHAnsi"/>
          <w:iCs/>
          <w:sz w:val="22"/>
          <w:szCs w:val="22"/>
        </w:rPr>
        <w:t>fakturovanou sumu (včetně DPH)</w:t>
      </w:r>
    </w:p>
    <w:p w14:paraId="26AA663E" w14:textId="77777777" w:rsidR="00882E39" w:rsidRPr="002F155F" w:rsidRDefault="00882E39" w:rsidP="00673C1D">
      <w:pPr>
        <w:pStyle w:val="Zkladntext3"/>
        <w:tabs>
          <w:tab w:val="clear" w:pos="284"/>
        </w:tabs>
        <w:rPr>
          <w:rFonts w:asciiTheme="minorHAnsi" w:hAnsiTheme="minorHAnsi"/>
          <w:sz w:val="22"/>
          <w:szCs w:val="22"/>
        </w:rPr>
      </w:pPr>
    </w:p>
    <w:p w14:paraId="722119EF" w14:textId="77777777" w:rsidR="00882E39" w:rsidRPr="002F155F" w:rsidRDefault="00397F23" w:rsidP="008B25D9">
      <w:pPr>
        <w:pStyle w:val="Bod1"/>
        <w:rPr>
          <w:color w:val="auto"/>
        </w:rPr>
      </w:pPr>
      <w:r w:rsidRPr="002F155F">
        <w:rPr>
          <w:color w:val="auto"/>
        </w:rPr>
        <w:t>6.4</w:t>
      </w:r>
      <w:r w:rsidR="00376854" w:rsidRPr="002F155F">
        <w:rPr>
          <w:color w:val="auto"/>
        </w:rPr>
        <w:tab/>
      </w:r>
      <w:r w:rsidR="00882E39" w:rsidRPr="002F155F">
        <w:rPr>
          <w:color w:val="auto"/>
        </w:rPr>
        <w:t xml:space="preserve">Lhůta splatnosti faktur je </w:t>
      </w:r>
      <w:r w:rsidR="00CA17D3" w:rsidRPr="002F155F">
        <w:rPr>
          <w:color w:val="auto"/>
        </w:rPr>
        <w:t>21</w:t>
      </w:r>
      <w:r w:rsidR="00882E39" w:rsidRPr="002F155F">
        <w:rPr>
          <w:color w:val="auto"/>
        </w:rPr>
        <w:t xml:space="preserve"> dní ode dne doručení</w:t>
      </w:r>
      <w:r w:rsidR="00AC606A" w:rsidRPr="002F155F">
        <w:rPr>
          <w:color w:val="auto"/>
        </w:rPr>
        <w:t xml:space="preserve"> objednateli</w:t>
      </w:r>
      <w:r w:rsidR="00882E39" w:rsidRPr="002F155F">
        <w:rPr>
          <w:color w:val="auto"/>
        </w:rPr>
        <w:t>.</w:t>
      </w:r>
    </w:p>
    <w:p w14:paraId="7AECD59D" w14:textId="77777777" w:rsidR="00CA17D3" w:rsidRPr="002F155F"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2F155F">
        <w:rPr>
          <w:color w:val="auto"/>
        </w:rPr>
        <w:t>6.5</w:t>
      </w:r>
      <w:r w:rsidRPr="002F155F">
        <w:rPr>
          <w:color w:val="auto"/>
        </w:rPr>
        <w:tab/>
      </w:r>
      <w:r w:rsidR="00882E39" w:rsidRPr="002F155F">
        <w:rPr>
          <w:color w:val="auto"/>
        </w:rPr>
        <w:t xml:space="preserve">V případě, že faktura nebude obsahovat náležitosti uvedené </w:t>
      </w:r>
      <w:r w:rsidR="00882E39" w:rsidRPr="00C1048B">
        <w:t>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77777777" w:rsidR="00152305" w:rsidRPr="00C1048B" w:rsidRDefault="00152305"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w:t>
      </w:r>
      <w:r w:rsidRPr="00C1048B">
        <w:lastRenderedPageBreak/>
        <w:t>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77777777" w:rsidR="00A155EB" w:rsidRDefault="00A155E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Pr="002F155F" w:rsidRDefault="004B6BE2" w:rsidP="00A155EB">
      <w:pPr>
        <w:pStyle w:val="Bod1"/>
        <w:rPr>
          <w:color w:val="auto"/>
        </w:rPr>
      </w:pPr>
      <w:r w:rsidRPr="00C1048B">
        <w:t>10.3</w:t>
      </w:r>
      <w:r w:rsidRPr="00C1048B">
        <w:tab/>
        <w:t xml:space="preserve">Tato smlouva je vypracována ve čtyřech vyhotoveních, </w:t>
      </w:r>
      <w:r w:rsidRPr="002F155F">
        <w:rPr>
          <w:color w:val="auto"/>
        </w:rPr>
        <w:t>ze kterých si dvě ponechá objednatel a dvě zhotovitel.</w:t>
      </w:r>
    </w:p>
    <w:p w14:paraId="591B5469" w14:textId="77777777" w:rsidR="0036121F" w:rsidRPr="002F155F" w:rsidRDefault="0036121F" w:rsidP="00A155EB">
      <w:pPr>
        <w:pStyle w:val="Bod1"/>
        <w:rPr>
          <w:color w:val="auto"/>
        </w:rPr>
      </w:pPr>
    </w:p>
    <w:p w14:paraId="088220F5" w14:textId="4C7AD9E1" w:rsidR="0036121F" w:rsidRPr="002F155F" w:rsidRDefault="0036121F" w:rsidP="0036121F">
      <w:pPr>
        <w:pStyle w:val="Bod1"/>
        <w:rPr>
          <w:color w:val="auto"/>
        </w:rPr>
      </w:pPr>
      <w:r w:rsidRPr="002F155F">
        <w:rPr>
          <w:color w:val="auto"/>
        </w:rPr>
        <w:t>10.4</w:t>
      </w:r>
      <w:r w:rsidRPr="002F155F">
        <w:rPr>
          <w:color w:val="auto"/>
        </w:rPr>
        <w:tab/>
        <w:t xml:space="preserve">Tato smlouva byla schválena Radou města Ústí nad Orlicí dne </w:t>
      </w:r>
      <w:r w:rsidR="002F155F" w:rsidRPr="002F155F">
        <w:rPr>
          <w:color w:val="auto"/>
        </w:rPr>
        <w:t>………………….</w:t>
      </w:r>
      <w:r w:rsidRPr="002F155F">
        <w:rPr>
          <w:color w:val="auto"/>
        </w:rPr>
        <w:t xml:space="preserve"> pod číslem usnesení ………………………………</w:t>
      </w:r>
      <w:proofErr w:type="gramStart"/>
      <w:r w:rsidRPr="002F155F">
        <w:rPr>
          <w:color w:val="auto"/>
        </w:rPr>
        <w:t>…….</w:t>
      </w:r>
      <w:proofErr w:type="gramEnd"/>
      <w:r w:rsidRPr="002F155F">
        <w:rPr>
          <w:color w:val="auto"/>
        </w:rPr>
        <w:t>.</w:t>
      </w:r>
    </w:p>
    <w:p w14:paraId="0336FE32" w14:textId="77777777" w:rsidR="0036121F" w:rsidRPr="002F155F" w:rsidRDefault="0036121F" w:rsidP="0036121F">
      <w:pPr>
        <w:pStyle w:val="Bod1"/>
        <w:rPr>
          <w:color w:val="auto"/>
        </w:rPr>
      </w:pPr>
    </w:p>
    <w:p w14:paraId="6FC27790" w14:textId="77777777" w:rsidR="0036121F" w:rsidRPr="002F155F" w:rsidRDefault="0036121F" w:rsidP="0036121F">
      <w:pPr>
        <w:pStyle w:val="Bod1"/>
        <w:rPr>
          <w:color w:val="auto"/>
        </w:rPr>
      </w:pPr>
      <w:r w:rsidRPr="002F155F">
        <w:rPr>
          <w:color w:val="auto"/>
        </w:rPr>
        <w:t>10.5</w:t>
      </w:r>
      <w:r w:rsidRPr="002F155F">
        <w:rPr>
          <w:color w:val="auto"/>
        </w:rPr>
        <w:tab/>
        <w:t>Na tuto smlouvu se vztahuje povinnost uveřejnění prostřednictvím registru smluv a nabývá účinnosti dnem uveřejnění.</w:t>
      </w:r>
    </w:p>
    <w:p w14:paraId="1271C062" w14:textId="77777777" w:rsidR="0036121F" w:rsidRPr="002F155F" w:rsidRDefault="0036121F" w:rsidP="00A155EB">
      <w:pPr>
        <w:pStyle w:val="Bod1"/>
        <w:rPr>
          <w:color w:val="auto"/>
        </w:rPr>
      </w:pPr>
    </w:p>
    <w:p w14:paraId="30EE3DC1" w14:textId="77777777" w:rsidR="0036121F" w:rsidRPr="002F155F" w:rsidRDefault="0036121F" w:rsidP="0036121F">
      <w:pPr>
        <w:autoSpaceDE w:val="0"/>
        <w:autoSpaceDN w:val="0"/>
        <w:adjustRightInd w:val="0"/>
        <w:ind w:left="567" w:hanging="567"/>
        <w:jc w:val="both"/>
        <w:rPr>
          <w:rFonts w:asciiTheme="minorHAnsi" w:hAnsiTheme="minorHAnsi"/>
          <w:iCs/>
          <w:sz w:val="22"/>
          <w:szCs w:val="22"/>
        </w:rPr>
      </w:pPr>
      <w:r w:rsidRPr="002F155F">
        <w:rPr>
          <w:rFonts w:asciiTheme="minorHAnsi" w:hAnsiTheme="minorHAnsi"/>
          <w:iCs/>
          <w:sz w:val="22"/>
          <w:szCs w:val="22"/>
        </w:rPr>
        <w:t>10.6</w:t>
      </w:r>
      <w:r w:rsidRPr="002F155F">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2F155F" w:rsidRDefault="0036121F" w:rsidP="00A155EB">
      <w:pPr>
        <w:pStyle w:val="Bod1"/>
        <w:rPr>
          <w:color w:val="auto"/>
        </w:rPr>
      </w:pPr>
    </w:p>
    <w:p w14:paraId="7A8B1CA6" w14:textId="77777777" w:rsidR="00AB5A70" w:rsidRPr="002F155F" w:rsidRDefault="00B12923" w:rsidP="00AB5A70">
      <w:pPr>
        <w:pStyle w:val="Bod1"/>
        <w:rPr>
          <w:color w:val="auto"/>
        </w:rPr>
      </w:pPr>
      <w:r w:rsidRPr="002F155F">
        <w:rPr>
          <w:color w:val="auto"/>
        </w:rPr>
        <w:t>10.7</w:t>
      </w:r>
      <w:r w:rsidRPr="002F155F">
        <w:rPr>
          <w:color w:val="auto"/>
        </w:rPr>
        <w:tab/>
      </w:r>
      <w:r w:rsidR="00AB5A70" w:rsidRPr="002F155F">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2F155F" w:rsidRDefault="00AB5A70" w:rsidP="00AB5A70">
      <w:pPr>
        <w:pStyle w:val="Bod1"/>
        <w:rPr>
          <w:color w:val="auto"/>
        </w:rPr>
      </w:pPr>
    </w:p>
    <w:p w14:paraId="67077D63" w14:textId="77777777" w:rsidR="00AB5A70" w:rsidRPr="002F155F" w:rsidRDefault="00AB5A70" w:rsidP="00AB5A70">
      <w:pPr>
        <w:pStyle w:val="Bod1"/>
        <w:rPr>
          <w:color w:val="auto"/>
        </w:rPr>
      </w:pPr>
      <w:r w:rsidRPr="002F155F">
        <w:rPr>
          <w:color w:val="auto"/>
        </w:rPr>
        <w:t>10.8</w:t>
      </w:r>
      <w:r w:rsidRPr="002F155F">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Pr="002F155F" w:rsidRDefault="00A155EB" w:rsidP="00AB5A70">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2F155F" w:rsidRPr="002F155F" w14:paraId="208B4408" w14:textId="77777777" w:rsidTr="00171D28">
        <w:tc>
          <w:tcPr>
            <w:tcW w:w="4536" w:type="dxa"/>
          </w:tcPr>
          <w:p w14:paraId="41D3EC30" w14:textId="77777777" w:rsidR="00B80535" w:rsidRPr="002F155F" w:rsidRDefault="00B80535" w:rsidP="008B4A4B">
            <w:pPr>
              <w:tabs>
                <w:tab w:val="left" w:pos="9525"/>
              </w:tabs>
              <w:jc w:val="center"/>
              <w:rPr>
                <w:rFonts w:ascii="Calibri" w:hAnsi="Calibri"/>
                <w:snapToGrid w:val="0"/>
                <w:sz w:val="22"/>
                <w:szCs w:val="22"/>
              </w:rPr>
            </w:pPr>
            <w:r w:rsidRPr="002F155F">
              <w:rPr>
                <w:rFonts w:ascii="Calibri" w:hAnsi="Calibri"/>
                <w:snapToGrid w:val="0"/>
                <w:sz w:val="22"/>
                <w:szCs w:val="22"/>
              </w:rPr>
              <w:t>V Ú</w:t>
            </w:r>
            <w:r w:rsidR="00171D28" w:rsidRPr="002F155F">
              <w:rPr>
                <w:rFonts w:ascii="Calibri" w:hAnsi="Calibri"/>
                <w:snapToGrid w:val="0"/>
                <w:sz w:val="22"/>
                <w:szCs w:val="22"/>
              </w:rPr>
              <w:t>stí nad Orlicí, dne: ……………………</w:t>
            </w:r>
          </w:p>
        </w:tc>
        <w:tc>
          <w:tcPr>
            <w:tcW w:w="4535" w:type="dxa"/>
          </w:tcPr>
          <w:p w14:paraId="7A18B2AB" w14:textId="77777777" w:rsidR="00B80535" w:rsidRPr="002F155F" w:rsidRDefault="00B80535" w:rsidP="00171D28">
            <w:pPr>
              <w:tabs>
                <w:tab w:val="left" w:pos="9525"/>
              </w:tabs>
              <w:jc w:val="center"/>
              <w:rPr>
                <w:rFonts w:ascii="Calibri" w:hAnsi="Calibri"/>
                <w:snapToGrid w:val="0"/>
                <w:sz w:val="22"/>
                <w:szCs w:val="22"/>
              </w:rPr>
            </w:pPr>
            <w:r w:rsidRPr="002F155F">
              <w:rPr>
                <w:rFonts w:ascii="Calibri" w:hAnsi="Calibri"/>
                <w:snapToGrid w:val="0"/>
                <w:sz w:val="22"/>
                <w:szCs w:val="22"/>
              </w:rPr>
              <w:t>V </w:t>
            </w:r>
            <w:r w:rsidR="00171D28" w:rsidRPr="002F155F">
              <w:rPr>
                <w:rFonts w:ascii="Calibri" w:hAnsi="Calibri"/>
                <w:snapToGrid w:val="0"/>
                <w:sz w:val="22"/>
                <w:szCs w:val="22"/>
              </w:rPr>
              <w:t>……………………………….</w:t>
            </w:r>
            <w:r w:rsidRPr="002F155F">
              <w:rPr>
                <w:rFonts w:ascii="Calibri" w:hAnsi="Calibri"/>
                <w:snapToGrid w:val="0"/>
                <w:sz w:val="22"/>
                <w:szCs w:val="22"/>
              </w:rPr>
              <w:t>, dne: ……………………</w:t>
            </w:r>
          </w:p>
        </w:tc>
      </w:tr>
      <w:tr w:rsidR="002F155F" w:rsidRPr="002F155F" w14:paraId="0551B512" w14:textId="77777777" w:rsidTr="00171D28">
        <w:trPr>
          <w:trHeight w:val="1474"/>
        </w:trPr>
        <w:tc>
          <w:tcPr>
            <w:tcW w:w="4536" w:type="dxa"/>
          </w:tcPr>
          <w:p w14:paraId="19BDAEC4" w14:textId="77777777" w:rsidR="00B80535" w:rsidRPr="002F155F" w:rsidRDefault="00B80535" w:rsidP="008B4A4B">
            <w:pPr>
              <w:tabs>
                <w:tab w:val="left" w:pos="9525"/>
              </w:tabs>
              <w:jc w:val="both"/>
              <w:rPr>
                <w:rFonts w:ascii="Calibri" w:hAnsi="Calibri"/>
                <w:snapToGrid w:val="0"/>
                <w:sz w:val="22"/>
                <w:szCs w:val="22"/>
              </w:rPr>
            </w:pPr>
          </w:p>
          <w:p w14:paraId="1CE65019" w14:textId="77777777" w:rsidR="00A55300" w:rsidRPr="002F155F" w:rsidRDefault="00A55300" w:rsidP="008B4A4B">
            <w:pPr>
              <w:tabs>
                <w:tab w:val="left" w:pos="9525"/>
              </w:tabs>
              <w:jc w:val="both"/>
              <w:rPr>
                <w:rFonts w:ascii="Calibri" w:hAnsi="Calibri"/>
                <w:snapToGrid w:val="0"/>
                <w:sz w:val="22"/>
                <w:szCs w:val="22"/>
              </w:rPr>
            </w:pPr>
          </w:p>
          <w:p w14:paraId="4A9BA014" w14:textId="77777777" w:rsidR="00A55300" w:rsidRPr="002F155F" w:rsidRDefault="00A55300" w:rsidP="008B4A4B">
            <w:pPr>
              <w:tabs>
                <w:tab w:val="left" w:pos="9525"/>
              </w:tabs>
              <w:jc w:val="both"/>
              <w:rPr>
                <w:rFonts w:ascii="Calibri" w:hAnsi="Calibri"/>
                <w:snapToGrid w:val="0"/>
                <w:sz w:val="22"/>
                <w:szCs w:val="22"/>
              </w:rPr>
            </w:pPr>
          </w:p>
          <w:p w14:paraId="4F5906AB" w14:textId="77777777" w:rsidR="00A55300" w:rsidRPr="002F155F" w:rsidRDefault="00A55300" w:rsidP="008B4A4B">
            <w:pPr>
              <w:tabs>
                <w:tab w:val="left" w:pos="9525"/>
              </w:tabs>
              <w:jc w:val="both"/>
              <w:rPr>
                <w:rFonts w:ascii="Calibri" w:hAnsi="Calibri"/>
                <w:snapToGrid w:val="0"/>
                <w:sz w:val="22"/>
                <w:szCs w:val="22"/>
              </w:rPr>
            </w:pPr>
          </w:p>
          <w:p w14:paraId="25619B13" w14:textId="77777777" w:rsidR="00A55300" w:rsidRPr="002F155F" w:rsidRDefault="00A55300" w:rsidP="008B4A4B">
            <w:pPr>
              <w:tabs>
                <w:tab w:val="left" w:pos="9525"/>
              </w:tabs>
              <w:jc w:val="both"/>
              <w:rPr>
                <w:rFonts w:ascii="Calibri" w:hAnsi="Calibri"/>
                <w:snapToGrid w:val="0"/>
                <w:sz w:val="22"/>
                <w:szCs w:val="22"/>
              </w:rPr>
            </w:pPr>
          </w:p>
          <w:p w14:paraId="2C86F049" w14:textId="77777777" w:rsidR="00A55300" w:rsidRPr="002F155F" w:rsidRDefault="00A55300" w:rsidP="008B4A4B">
            <w:pPr>
              <w:tabs>
                <w:tab w:val="left" w:pos="9525"/>
              </w:tabs>
              <w:jc w:val="both"/>
              <w:rPr>
                <w:rFonts w:ascii="Calibri" w:hAnsi="Calibri"/>
                <w:snapToGrid w:val="0"/>
                <w:sz w:val="22"/>
                <w:szCs w:val="22"/>
              </w:rPr>
            </w:pPr>
          </w:p>
          <w:p w14:paraId="4FBCE5D4" w14:textId="77777777" w:rsidR="00A55300" w:rsidRPr="002F155F"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2F155F"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155F"/>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3</TotalTime>
  <Pages>6</Pages>
  <Words>1995</Words>
  <Characters>11729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5</cp:revision>
  <cp:lastPrinted>2016-02-16T07:30:00Z</cp:lastPrinted>
  <dcterms:created xsi:type="dcterms:W3CDTF">2020-05-05T05:47:00Z</dcterms:created>
  <dcterms:modified xsi:type="dcterms:W3CDTF">2021-03-22T08:16:00Z</dcterms:modified>
</cp:coreProperties>
</file>